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96B" w:rsidRPr="00512910" w:rsidRDefault="00B7496B" w:rsidP="00E74029">
      <w:pPr>
        <w:jc w:val="both"/>
        <w:rPr>
          <w:rFonts w:ascii="Arial" w:hAnsi="Arial" w:cs="Arial"/>
          <w:b/>
          <w:sz w:val="28"/>
          <w:szCs w:val="28"/>
          <w:lang w:val="uk-UA"/>
        </w:rPr>
      </w:pPr>
      <w:r w:rsidRPr="00E74029">
        <w:rPr>
          <w:rFonts w:ascii="Arial" w:hAnsi="Arial" w:cs="Arial"/>
          <w:b/>
          <w:sz w:val="28"/>
          <w:szCs w:val="28"/>
          <w:lang w:val="uk-UA"/>
        </w:rPr>
        <w:t xml:space="preserve">Інформація про загальну кількість акцій та голосуючих акцій </w:t>
      </w:r>
      <w:r w:rsidRPr="00E74029">
        <w:rPr>
          <w:rFonts w:ascii="Arial" w:hAnsi="Arial" w:cs="Arial"/>
          <w:b/>
          <w:sz w:val="28"/>
          <w:szCs w:val="28"/>
        </w:rPr>
        <w:br/>
      </w:r>
      <w:r w:rsidRPr="007E3F2F">
        <w:rPr>
          <w:rFonts w:ascii="Arial" w:hAnsi="Arial" w:cs="Arial"/>
          <w:b/>
          <w:sz w:val="28"/>
          <w:szCs w:val="28"/>
          <w:lang w:val="uk-UA"/>
        </w:rPr>
        <w:t>Акціонерн</w:t>
      </w:r>
      <w:r>
        <w:rPr>
          <w:rFonts w:ascii="Arial" w:hAnsi="Arial" w:cs="Arial"/>
          <w:b/>
          <w:sz w:val="28"/>
          <w:szCs w:val="28"/>
          <w:lang w:val="uk-UA"/>
        </w:rPr>
        <w:t>ого</w:t>
      </w:r>
      <w:r w:rsidRPr="007E3F2F">
        <w:rPr>
          <w:rFonts w:ascii="Arial" w:hAnsi="Arial" w:cs="Arial"/>
          <w:b/>
          <w:sz w:val="28"/>
          <w:szCs w:val="28"/>
          <w:lang w:val="uk-UA"/>
        </w:rPr>
        <w:t xml:space="preserve"> товариств</w:t>
      </w:r>
      <w:r>
        <w:rPr>
          <w:rFonts w:ascii="Arial" w:hAnsi="Arial" w:cs="Arial"/>
          <w:b/>
          <w:sz w:val="28"/>
          <w:szCs w:val="28"/>
          <w:lang w:val="uk-UA"/>
        </w:rPr>
        <w:t>а</w:t>
      </w:r>
      <w:r w:rsidRPr="007E3F2F">
        <w:rPr>
          <w:rFonts w:ascii="Arial" w:hAnsi="Arial" w:cs="Arial"/>
          <w:b/>
          <w:sz w:val="28"/>
          <w:szCs w:val="28"/>
          <w:lang w:val="uk-UA"/>
        </w:rPr>
        <w:t xml:space="preserve"> «Інститут транспорту нафти»</w:t>
      </w:r>
      <w:r w:rsidRPr="007E3F2F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Pr="00E74029">
        <w:rPr>
          <w:rFonts w:ascii="Arial" w:hAnsi="Arial" w:cs="Arial"/>
          <w:b/>
          <w:sz w:val="28"/>
          <w:szCs w:val="28"/>
          <w:lang w:val="uk-UA"/>
        </w:rPr>
        <w:t xml:space="preserve"> станом на дату складання переліку акціонерів, </w:t>
      </w:r>
      <w:r>
        <w:rPr>
          <w:rFonts w:ascii="Arial" w:hAnsi="Arial" w:cs="Arial"/>
          <w:b/>
          <w:sz w:val="28"/>
          <w:szCs w:val="28"/>
          <w:lang w:val="uk-UA"/>
        </w:rPr>
        <w:t xml:space="preserve"> для </w:t>
      </w:r>
      <w:r w:rsidRPr="00512910">
        <w:rPr>
          <w:rFonts w:ascii="Arial" w:hAnsi="Arial" w:cs="Arial"/>
          <w:b/>
          <w:sz w:val="28"/>
          <w:szCs w:val="28"/>
          <w:lang w:val="uk-UA"/>
        </w:rPr>
        <w:t>письмов</w:t>
      </w:r>
      <w:r>
        <w:rPr>
          <w:rFonts w:ascii="Arial" w:hAnsi="Arial" w:cs="Arial"/>
          <w:b/>
          <w:sz w:val="28"/>
          <w:szCs w:val="28"/>
          <w:lang w:val="uk-UA"/>
        </w:rPr>
        <w:t>ого</w:t>
      </w:r>
      <w:r w:rsidRPr="00512910">
        <w:rPr>
          <w:rFonts w:ascii="Arial" w:hAnsi="Arial" w:cs="Arial"/>
          <w:b/>
          <w:sz w:val="28"/>
          <w:szCs w:val="28"/>
          <w:lang w:val="uk-UA"/>
        </w:rPr>
        <w:t xml:space="preserve"> повідомлення про проведення загальних зборів акціонерного товариства</w:t>
      </w:r>
    </w:p>
    <w:p w:rsidR="00B7496B" w:rsidRPr="007E3F2F" w:rsidRDefault="00B7496B" w:rsidP="00E74029">
      <w:pPr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bookmarkStart w:id="0" w:name="_GoBack"/>
      <w:bookmarkEnd w:id="0"/>
      <w:r w:rsidRPr="007E3F2F">
        <w:rPr>
          <w:rFonts w:ascii="Arial" w:hAnsi="Arial" w:cs="Arial"/>
          <w:color w:val="000000"/>
          <w:sz w:val="28"/>
          <w:szCs w:val="28"/>
          <w:lang w:val="uk-UA"/>
        </w:rPr>
        <w:t xml:space="preserve">Станом на дату складання переліку осіб, яким надсилається повідомлення про проведення </w:t>
      </w:r>
      <w:r>
        <w:rPr>
          <w:rFonts w:ascii="Arial" w:hAnsi="Arial" w:cs="Arial"/>
          <w:color w:val="000000"/>
          <w:sz w:val="28"/>
          <w:szCs w:val="28"/>
          <w:lang w:val="uk-UA"/>
        </w:rPr>
        <w:t>з</w:t>
      </w:r>
      <w:r w:rsidRPr="007E3F2F">
        <w:rPr>
          <w:rFonts w:ascii="Arial" w:hAnsi="Arial" w:cs="Arial"/>
          <w:color w:val="000000"/>
          <w:sz w:val="28"/>
          <w:szCs w:val="28"/>
          <w:lang w:val="uk-UA"/>
        </w:rPr>
        <w:t xml:space="preserve">агальних </w:t>
      </w:r>
      <w:r>
        <w:rPr>
          <w:rFonts w:ascii="Arial" w:hAnsi="Arial" w:cs="Arial"/>
          <w:color w:val="000000"/>
          <w:sz w:val="28"/>
          <w:szCs w:val="28"/>
          <w:lang w:val="uk-UA"/>
        </w:rPr>
        <w:t>з</w:t>
      </w:r>
      <w:r w:rsidRPr="007E3F2F">
        <w:rPr>
          <w:rFonts w:ascii="Arial" w:hAnsi="Arial" w:cs="Arial"/>
          <w:color w:val="000000"/>
          <w:sz w:val="28"/>
          <w:szCs w:val="28"/>
          <w:lang w:val="uk-UA"/>
        </w:rPr>
        <w:t>борів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 акціонерів</w:t>
      </w:r>
      <w:r w:rsidRPr="007E3F2F">
        <w:rPr>
          <w:rFonts w:ascii="Arial" w:hAnsi="Arial" w:cs="Arial"/>
          <w:color w:val="000000"/>
          <w:sz w:val="28"/>
          <w:szCs w:val="28"/>
          <w:lang w:val="uk-UA"/>
        </w:rPr>
        <w:t xml:space="preserve">, а саме на 06.11.2020 року, загальна кількість акцій складає </w:t>
      </w:r>
      <w:r w:rsidRPr="007E3F2F">
        <w:rPr>
          <w:rFonts w:ascii="Arial" w:hAnsi="Arial" w:cs="Arial"/>
          <w:b/>
          <w:color w:val="000000"/>
          <w:sz w:val="28"/>
          <w:szCs w:val="28"/>
          <w:lang w:val="uk-UA"/>
        </w:rPr>
        <w:t>3 093 304</w:t>
      </w:r>
      <w:r w:rsidRPr="007E3F2F">
        <w:rPr>
          <w:rFonts w:ascii="Arial" w:hAnsi="Arial" w:cs="Arial"/>
          <w:color w:val="000000"/>
          <w:sz w:val="28"/>
          <w:szCs w:val="28"/>
          <w:lang w:val="uk-UA"/>
        </w:rPr>
        <w:t xml:space="preserve"> штук простих акцій, з них кількість голосуючих акцій становить </w:t>
      </w:r>
      <w:r w:rsidRPr="007E3F2F">
        <w:rPr>
          <w:rFonts w:ascii="Arial" w:hAnsi="Arial" w:cs="Arial"/>
          <w:b/>
          <w:color w:val="000000"/>
          <w:sz w:val="28"/>
          <w:szCs w:val="28"/>
          <w:lang w:val="uk-UA"/>
        </w:rPr>
        <w:t>2</w:t>
      </w:r>
      <w:r w:rsidRPr="007E3F2F">
        <w:rPr>
          <w:rFonts w:ascii="Arial" w:hAnsi="Arial" w:cs="Arial"/>
          <w:b/>
          <w:color w:val="000000"/>
          <w:sz w:val="28"/>
          <w:szCs w:val="28"/>
          <w:lang w:val="en-US"/>
        </w:rPr>
        <w:t> </w:t>
      </w:r>
      <w:r w:rsidRPr="007E3F2F">
        <w:rPr>
          <w:rFonts w:ascii="Arial" w:hAnsi="Arial" w:cs="Arial"/>
          <w:b/>
          <w:color w:val="000000"/>
          <w:sz w:val="28"/>
          <w:szCs w:val="28"/>
          <w:lang w:val="uk-UA"/>
        </w:rPr>
        <w:t xml:space="preserve">809 352 </w:t>
      </w:r>
      <w:r w:rsidRPr="007E3F2F">
        <w:rPr>
          <w:rFonts w:ascii="Arial" w:hAnsi="Arial" w:cs="Arial"/>
          <w:color w:val="000000"/>
          <w:sz w:val="28"/>
          <w:szCs w:val="28"/>
          <w:lang w:val="uk-UA"/>
        </w:rPr>
        <w:t>штук</w:t>
      </w:r>
      <w:r w:rsidRPr="00E74029">
        <w:rPr>
          <w:rFonts w:ascii="Arial" w:hAnsi="Arial" w:cs="Arial"/>
          <w:color w:val="000000"/>
          <w:sz w:val="28"/>
          <w:szCs w:val="28"/>
          <w:lang w:val="uk-UA"/>
        </w:rPr>
        <w:t>.</w:t>
      </w:r>
    </w:p>
    <w:p w:rsidR="00B7496B" w:rsidRPr="00E74029" w:rsidRDefault="00B7496B" w:rsidP="00E7402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>З</w:t>
      </w:r>
      <w:r w:rsidRPr="00E74029">
        <w:rPr>
          <w:rFonts w:ascii="Arial" w:hAnsi="Arial" w:cs="Arial"/>
          <w:sz w:val="28"/>
          <w:szCs w:val="28"/>
          <w:lang w:val="uk-UA"/>
        </w:rPr>
        <w:t xml:space="preserve">агальні збори акціонерів Товариства відбудуться </w:t>
      </w:r>
      <w:r w:rsidRPr="00E74029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  <w:lang w:val="uk-UA"/>
        </w:rPr>
        <w:t>23</w:t>
      </w:r>
      <w:r w:rsidRPr="00E74029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rFonts w:ascii="Arial" w:hAnsi="Arial" w:cs="Arial"/>
          <w:sz w:val="28"/>
          <w:szCs w:val="28"/>
          <w:lang w:val="uk-UA"/>
        </w:rPr>
        <w:t>грудня 2020</w:t>
      </w:r>
      <w:r w:rsidRPr="00E74029">
        <w:rPr>
          <w:rFonts w:ascii="Arial" w:hAnsi="Arial" w:cs="Arial"/>
          <w:sz w:val="28"/>
          <w:szCs w:val="28"/>
          <w:lang w:val="uk-UA"/>
        </w:rPr>
        <w:t xml:space="preserve"> року.</w:t>
      </w:r>
    </w:p>
    <w:sectPr w:rsidR="00B7496B" w:rsidRPr="00E74029" w:rsidSect="00246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202"/>
    <w:multiLevelType w:val="hybridMultilevel"/>
    <w:tmpl w:val="FBEACB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6A6"/>
    <w:rsid w:val="0000062C"/>
    <w:rsid w:val="00000BC0"/>
    <w:rsid w:val="000016A5"/>
    <w:rsid w:val="000019E9"/>
    <w:rsid w:val="00003753"/>
    <w:rsid w:val="00004074"/>
    <w:rsid w:val="00004437"/>
    <w:rsid w:val="00004984"/>
    <w:rsid w:val="00005F61"/>
    <w:rsid w:val="00006C7D"/>
    <w:rsid w:val="000076FE"/>
    <w:rsid w:val="000102BD"/>
    <w:rsid w:val="000141E4"/>
    <w:rsid w:val="0001504A"/>
    <w:rsid w:val="0001698C"/>
    <w:rsid w:val="00020539"/>
    <w:rsid w:val="00026E5E"/>
    <w:rsid w:val="0002796A"/>
    <w:rsid w:val="000304B9"/>
    <w:rsid w:val="00031CDD"/>
    <w:rsid w:val="000333ED"/>
    <w:rsid w:val="00033EC9"/>
    <w:rsid w:val="0003413F"/>
    <w:rsid w:val="00034BD9"/>
    <w:rsid w:val="00035F35"/>
    <w:rsid w:val="00037A3A"/>
    <w:rsid w:val="000411BF"/>
    <w:rsid w:val="00041584"/>
    <w:rsid w:val="000427E1"/>
    <w:rsid w:val="000440E3"/>
    <w:rsid w:val="00044DCC"/>
    <w:rsid w:val="00044FA4"/>
    <w:rsid w:val="00044FFC"/>
    <w:rsid w:val="000455F5"/>
    <w:rsid w:val="000512E0"/>
    <w:rsid w:val="00051CA7"/>
    <w:rsid w:val="00053F25"/>
    <w:rsid w:val="00056938"/>
    <w:rsid w:val="00056E23"/>
    <w:rsid w:val="00060365"/>
    <w:rsid w:val="00060FC4"/>
    <w:rsid w:val="00061266"/>
    <w:rsid w:val="00062674"/>
    <w:rsid w:val="000657E3"/>
    <w:rsid w:val="0006794F"/>
    <w:rsid w:val="0007092A"/>
    <w:rsid w:val="00071DB7"/>
    <w:rsid w:val="00072BF6"/>
    <w:rsid w:val="000734E7"/>
    <w:rsid w:val="00073A67"/>
    <w:rsid w:val="00075A48"/>
    <w:rsid w:val="000772A1"/>
    <w:rsid w:val="000802A8"/>
    <w:rsid w:val="00080A79"/>
    <w:rsid w:val="00083F84"/>
    <w:rsid w:val="0008446E"/>
    <w:rsid w:val="000851AE"/>
    <w:rsid w:val="00085679"/>
    <w:rsid w:val="00085B7A"/>
    <w:rsid w:val="00085D92"/>
    <w:rsid w:val="0009007E"/>
    <w:rsid w:val="0009040B"/>
    <w:rsid w:val="00091502"/>
    <w:rsid w:val="00091DC4"/>
    <w:rsid w:val="000925D2"/>
    <w:rsid w:val="00094928"/>
    <w:rsid w:val="00097337"/>
    <w:rsid w:val="000A002A"/>
    <w:rsid w:val="000A0715"/>
    <w:rsid w:val="000A087A"/>
    <w:rsid w:val="000A10B9"/>
    <w:rsid w:val="000A3EED"/>
    <w:rsid w:val="000A472F"/>
    <w:rsid w:val="000A4C01"/>
    <w:rsid w:val="000A69CE"/>
    <w:rsid w:val="000B22F2"/>
    <w:rsid w:val="000B2D1C"/>
    <w:rsid w:val="000B660A"/>
    <w:rsid w:val="000B70D2"/>
    <w:rsid w:val="000C0E9D"/>
    <w:rsid w:val="000C1A6F"/>
    <w:rsid w:val="000C389B"/>
    <w:rsid w:val="000C3F9A"/>
    <w:rsid w:val="000C5CA8"/>
    <w:rsid w:val="000D1099"/>
    <w:rsid w:val="000D16D1"/>
    <w:rsid w:val="000D281A"/>
    <w:rsid w:val="000D292D"/>
    <w:rsid w:val="000D483D"/>
    <w:rsid w:val="000D487A"/>
    <w:rsid w:val="000D53FC"/>
    <w:rsid w:val="000D5458"/>
    <w:rsid w:val="000D7498"/>
    <w:rsid w:val="000E13AB"/>
    <w:rsid w:val="000E1C9F"/>
    <w:rsid w:val="000E2AE6"/>
    <w:rsid w:val="000E56BC"/>
    <w:rsid w:val="000E57C4"/>
    <w:rsid w:val="000E75F3"/>
    <w:rsid w:val="000E7818"/>
    <w:rsid w:val="000E7F99"/>
    <w:rsid w:val="000F19A7"/>
    <w:rsid w:val="000F2255"/>
    <w:rsid w:val="000F3AD9"/>
    <w:rsid w:val="000F3DCB"/>
    <w:rsid w:val="000F506F"/>
    <w:rsid w:val="000F6979"/>
    <w:rsid w:val="0010236E"/>
    <w:rsid w:val="00102BA5"/>
    <w:rsid w:val="001036A2"/>
    <w:rsid w:val="00104CC8"/>
    <w:rsid w:val="001073A1"/>
    <w:rsid w:val="00107ECF"/>
    <w:rsid w:val="00107F05"/>
    <w:rsid w:val="00112FE1"/>
    <w:rsid w:val="001146FF"/>
    <w:rsid w:val="00114851"/>
    <w:rsid w:val="00115E56"/>
    <w:rsid w:val="00122E9D"/>
    <w:rsid w:val="0012579E"/>
    <w:rsid w:val="00125A91"/>
    <w:rsid w:val="00126711"/>
    <w:rsid w:val="00127E75"/>
    <w:rsid w:val="001308F7"/>
    <w:rsid w:val="001316AA"/>
    <w:rsid w:val="00131AF2"/>
    <w:rsid w:val="001330CC"/>
    <w:rsid w:val="00134C88"/>
    <w:rsid w:val="00134D9F"/>
    <w:rsid w:val="00140A7B"/>
    <w:rsid w:val="00142EDF"/>
    <w:rsid w:val="00143D14"/>
    <w:rsid w:val="00143D41"/>
    <w:rsid w:val="00144F4F"/>
    <w:rsid w:val="00145B62"/>
    <w:rsid w:val="00146D31"/>
    <w:rsid w:val="00146DE1"/>
    <w:rsid w:val="001514C4"/>
    <w:rsid w:val="0015271F"/>
    <w:rsid w:val="00152F15"/>
    <w:rsid w:val="001535EA"/>
    <w:rsid w:val="001551A9"/>
    <w:rsid w:val="0015569F"/>
    <w:rsid w:val="00155C68"/>
    <w:rsid w:val="00155D4B"/>
    <w:rsid w:val="0016069E"/>
    <w:rsid w:val="00162816"/>
    <w:rsid w:val="00162A89"/>
    <w:rsid w:val="001630C9"/>
    <w:rsid w:val="0016316B"/>
    <w:rsid w:val="00164EBC"/>
    <w:rsid w:val="0016709D"/>
    <w:rsid w:val="00167310"/>
    <w:rsid w:val="00170486"/>
    <w:rsid w:val="00170B05"/>
    <w:rsid w:val="001713AE"/>
    <w:rsid w:val="00173A04"/>
    <w:rsid w:val="001765D6"/>
    <w:rsid w:val="00180522"/>
    <w:rsid w:val="00180682"/>
    <w:rsid w:val="00180C13"/>
    <w:rsid w:val="00182355"/>
    <w:rsid w:val="001848C0"/>
    <w:rsid w:val="00190A09"/>
    <w:rsid w:val="00193595"/>
    <w:rsid w:val="0019416F"/>
    <w:rsid w:val="00195D57"/>
    <w:rsid w:val="00196494"/>
    <w:rsid w:val="00196C60"/>
    <w:rsid w:val="00196C7E"/>
    <w:rsid w:val="0019745F"/>
    <w:rsid w:val="001A2C9A"/>
    <w:rsid w:val="001A490B"/>
    <w:rsid w:val="001B185F"/>
    <w:rsid w:val="001B3169"/>
    <w:rsid w:val="001B4189"/>
    <w:rsid w:val="001B51D1"/>
    <w:rsid w:val="001B56E4"/>
    <w:rsid w:val="001B719F"/>
    <w:rsid w:val="001B7A66"/>
    <w:rsid w:val="001C06A1"/>
    <w:rsid w:val="001C28B1"/>
    <w:rsid w:val="001C2967"/>
    <w:rsid w:val="001C3D0F"/>
    <w:rsid w:val="001C6025"/>
    <w:rsid w:val="001C617F"/>
    <w:rsid w:val="001C7401"/>
    <w:rsid w:val="001D1191"/>
    <w:rsid w:val="001D3880"/>
    <w:rsid w:val="001D4144"/>
    <w:rsid w:val="001D46F2"/>
    <w:rsid w:val="001D5992"/>
    <w:rsid w:val="001D726D"/>
    <w:rsid w:val="001E1396"/>
    <w:rsid w:val="001E2279"/>
    <w:rsid w:val="001E3A38"/>
    <w:rsid w:val="001E3AFB"/>
    <w:rsid w:val="001E62A3"/>
    <w:rsid w:val="001E64E5"/>
    <w:rsid w:val="001E6A97"/>
    <w:rsid w:val="001E7ED9"/>
    <w:rsid w:val="001F1072"/>
    <w:rsid w:val="001F17D1"/>
    <w:rsid w:val="001F1BF6"/>
    <w:rsid w:val="001F2060"/>
    <w:rsid w:val="001F308A"/>
    <w:rsid w:val="001F494B"/>
    <w:rsid w:val="00201B9B"/>
    <w:rsid w:val="00203C3C"/>
    <w:rsid w:val="00210BE3"/>
    <w:rsid w:val="00211A98"/>
    <w:rsid w:val="00211BAC"/>
    <w:rsid w:val="00211DFE"/>
    <w:rsid w:val="00211F4E"/>
    <w:rsid w:val="00214089"/>
    <w:rsid w:val="002155B3"/>
    <w:rsid w:val="002160E7"/>
    <w:rsid w:val="002164AC"/>
    <w:rsid w:val="00221EE4"/>
    <w:rsid w:val="00222938"/>
    <w:rsid w:val="00222CE5"/>
    <w:rsid w:val="002232AF"/>
    <w:rsid w:val="002232D5"/>
    <w:rsid w:val="00223C83"/>
    <w:rsid w:val="0022406E"/>
    <w:rsid w:val="00224BFD"/>
    <w:rsid w:val="00224E49"/>
    <w:rsid w:val="00227FC2"/>
    <w:rsid w:val="002302C1"/>
    <w:rsid w:val="00231540"/>
    <w:rsid w:val="00231A35"/>
    <w:rsid w:val="002355C5"/>
    <w:rsid w:val="00236D2E"/>
    <w:rsid w:val="002400D5"/>
    <w:rsid w:val="0024144E"/>
    <w:rsid w:val="002427F3"/>
    <w:rsid w:val="002462F8"/>
    <w:rsid w:val="00246A27"/>
    <w:rsid w:val="00247A1E"/>
    <w:rsid w:val="0025059D"/>
    <w:rsid w:val="002505D7"/>
    <w:rsid w:val="002518D1"/>
    <w:rsid w:val="00252F74"/>
    <w:rsid w:val="0025464A"/>
    <w:rsid w:val="002552C7"/>
    <w:rsid w:val="00257792"/>
    <w:rsid w:val="00257C4B"/>
    <w:rsid w:val="00260D07"/>
    <w:rsid w:val="00261A58"/>
    <w:rsid w:val="0026238E"/>
    <w:rsid w:val="00262D5A"/>
    <w:rsid w:val="00263367"/>
    <w:rsid w:val="0026451C"/>
    <w:rsid w:val="002653C4"/>
    <w:rsid w:val="0026741A"/>
    <w:rsid w:val="00270842"/>
    <w:rsid w:val="00270BCF"/>
    <w:rsid w:val="00272CEF"/>
    <w:rsid w:val="002755F9"/>
    <w:rsid w:val="0027632A"/>
    <w:rsid w:val="002822E2"/>
    <w:rsid w:val="002841E8"/>
    <w:rsid w:val="00284661"/>
    <w:rsid w:val="00284EF4"/>
    <w:rsid w:val="002864FF"/>
    <w:rsid w:val="00286D33"/>
    <w:rsid w:val="00293F45"/>
    <w:rsid w:val="00293F53"/>
    <w:rsid w:val="00294ACD"/>
    <w:rsid w:val="00294CDE"/>
    <w:rsid w:val="0029520F"/>
    <w:rsid w:val="00295376"/>
    <w:rsid w:val="002953F7"/>
    <w:rsid w:val="00295ADE"/>
    <w:rsid w:val="00297FC9"/>
    <w:rsid w:val="002A14A7"/>
    <w:rsid w:val="002A2EDA"/>
    <w:rsid w:val="002A7A7D"/>
    <w:rsid w:val="002A7CD4"/>
    <w:rsid w:val="002B15B7"/>
    <w:rsid w:val="002B1AA6"/>
    <w:rsid w:val="002B228D"/>
    <w:rsid w:val="002B3CD0"/>
    <w:rsid w:val="002B49E6"/>
    <w:rsid w:val="002B5501"/>
    <w:rsid w:val="002B5D9C"/>
    <w:rsid w:val="002B5F04"/>
    <w:rsid w:val="002C1582"/>
    <w:rsid w:val="002C2240"/>
    <w:rsid w:val="002C2E90"/>
    <w:rsid w:val="002C37EA"/>
    <w:rsid w:val="002D2559"/>
    <w:rsid w:val="002D28A5"/>
    <w:rsid w:val="002D5492"/>
    <w:rsid w:val="002D797C"/>
    <w:rsid w:val="002E1B6D"/>
    <w:rsid w:val="002E32E3"/>
    <w:rsid w:val="002E3C0B"/>
    <w:rsid w:val="002E4377"/>
    <w:rsid w:val="002E6B19"/>
    <w:rsid w:val="002E6DB6"/>
    <w:rsid w:val="002E726E"/>
    <w:rsid w:val="002E73A4"/>
    <w:rsid w:val="002F0EAD"/>
    <w:rsid w:val="002F239E"/>
    <w:rsid w:val="002F392E"/>
    <w:rsid w:val="002F6265"/>
    <w:rsid w:val="002F63B6"/>
    <w:rsid w:val="002F661B"/>
    <w:rsid w:val="002F7CB6"/>
    <w:rsid w:val="00300C2B"/>
    <w:rsid w:val="00300C55"/>
    <w:rsid w:val="00302C28"/>
    <w:rsid w:val="003041EE"/>
    <w:rsid w:val="00310BE5"/>
    <w:rsid w:val="00311305"/>
    <w:rsid w:val="00312DB8"/>
    <w:rsid w:val="00313801"/>
    <w:rsid w:val="00314E20"/>
    <w:rsid w:val="00314FD3"/>
    <w:rsid w:val="003151C8"/>
    <w:rsid w:val="00316F20"/>
    <w:rsid w:val="003172F2"/>
    <w:rsid w:val="0031794D"/>
    <w:rsid w:val="00320D58"/>
    <w:rsid w:val="00322B5F"/>
    <w:rsid w:val="00324B03"/>
    <w:rsid w:val="00324CE9"/>
    <w:rsid w:val="003255B2"/>
    <w:rsid w:val="00327546"/>
    <w:rsid w:val="00332DE4"/>
    <w:rsid w:val="00333579"/>
    <w:rsid w:val="00333AA1"/>
    <w:rsid w:val="00335D30"/>
    <w:rsid w:val="0033787A"/>
    <w:rsid w:val="00340DF9"/>
    <w:rsid w:val="00341781"/>
    <w:rsid w:val="00342253"/>
    <w:rsid w:val="00342AB6"/>
    <w:rsid w:val="003440F1"/>
    <w:rsid w:val="00346763"/>
    <w:rsid w:val="00351708"/>
    <w:rsid w:val="0035216A"/>
    <w:rsid w:val="003539D8"/>
    <w:rsid w:val="0035408F"/>
    <w:rsid w:val="00354EDB"/>
    <w:rsid w:val="003550D4"/>
    <w:rsid w:val="003575F9"/>
    <w:rsid w:val="0036041A"/>
    <w:rsid w:val="003652EE"/>
    <w:rsid w:val="0036624C"/>
    <w:rsid w:val="00367E8A"/>
    <w:rsid w:val="00371607"/>
    <w:rsid w:val="0037672C"/>
    <w:rsid w:val="0037694B"/>
    <w:rsid w:val="00377669"/>
    <w:rsid w:val="00377772"/>
    <w:rsid w:val="003777F6"/>
    <w:rsid w:val="00377D0F"/>
    <w:rsid w:val="00381B30"/>
    <w:rsid w:val="00383C84"/>
    <w:rsid w:val="00385FC7"/>
    <w:rsid w:val="0038667B"/>
    <w:rsid w:val="0039075A"/>
    <w:rsid w:val="00391281"/>
    <w:rsid w:val="00391B39"/>
    <w:rsid w:val="00392FBE"/>
    <w:rsid w:val="00394F94"/>
    <w:rsid w:val="00394FE4"/>
    <w:rsid w:val="003959AC"/>
    <w:rsid w:val="00396654"/>
    <w:rsid w:val="003976A6"/>
    <w:rsid w:val="003A06A6"/>
    <w:rsid w:val="003A19F0"/>
    <w:rsid w:val="003A3527"/>
    <w:rsid w:val="003A3AD9"/>
    <w:rsid w:val="003A55A9"/>
    <w:rsid w:val="003A6651"/>
    <w:rsid w:val="003A6A62"/>
    <w:rsid w:val="003A7ECC"/>
    <w:rsid w:val="003B0971"/>
    <w:rsid w:val="003B2168"/>
    <w:rsid w:val="003B249D"/>
    <w:rsid w:val="003B340C"/>
    <w:rsid w:val="003B6E42"/>
    <w:rsid w:val="003C0D2B"/>
    <w:rsid w:val="003C10E8"/>
    <w:rsid w:val="003C481D"/>
    <w:rsid w:val="003C4D7F"/>
    <w:rsid w:val="003C594C"/>
    <w:rsid w:val="003C5A65"/>
    <w:rsid w:val="003C7518"/>
    <w:rsid w:val="003C76F9"/>
    <w:rsid w:val="003D1FF5"/>
    <w:rsid w:val="003D459E"/>
    <w:rsid w:val="003D48C4"/>
    <w:rsid w:val="003D556D"/>
    <w:rsid w:val="003D5AE7"/>
    <w:rsid w:val="003D62C1"/>
    <w:rsid w:val="003D7195"/>
    <w:rsid w:val="003D7D25"/>
    <w:rsid w:val="003E031D"/>
    <w:rsid w:val="003E05F7"/>
    <w:rsid w:val="003E0C04"/>
    <w:rsid w:val="003E254E"/>
    <w:rsid w:val="003E2A5F"/>
    <w:rsid w:val="003E5223"/>
    <w:rsid w:val="003F212F"/>
    <w:rsid w:val="003F26F7"/>
    <w:rsid w:val="003F346C"/>
    <w:rsid w:val="003F4718"/>
    <w:rsid w:val="004012F2"/>
    <w:rsid w:val="004024B5"/>
    <w:rsid w:val="00403D9A"/>
    <w:rsid w:val="004058AD"/>
    <w:rsid w:val="004062AC"/>
    <w:rsid w:val="00407AEB"/>
    <w:rsid w:val="00410930"/>
    <w:rsid w:val="00412B97"/>
    <w:rsid w:val="004131F3"/>
    <w:rsid w:val="0041775B"/>
    <w:rsid w:val="00417AFD"/>
    <w:rsid w:val="00422623"/>
    <w:rsid w:val="00422AFA"/>
    <w:rsid w:val="00424B68"/>
    <w:rsid w:val="0042601B"/>
    <w:rsid w:val="00427856"/>
    <w:rsid w:val="004324EC"/>
    <w:rsid w:val="00432947"/>
    <w:rsid w:val="00433BAE"/>
    <w:rsid w:val="00433BE2"/>
    <w:rsid w:val="00435F72"/>
    <w:rsid w:val="00437B6E"/>
    <w:rsid w:val="0044292C"/>
    <w:rsid w:val="00442F86"/>
    <w:rsid w:val="00443124"/>
    <w:rsid w:val="0044435F"/>
    <w:rsid w:val="00446875"/>
    <w:rsid w:val="004470B0"/>
    <w:rsid w:val="00447BB4"/>
    <w:rsid w:val="00451FFC"/>
    <w:rsid w:val="004520DE"/>
    <w:rsid w:val="00452FA1"/>
    <w:rsid w:val="00455282"/>
    <w:rsid w:val="004561DD"/>
    <w:rsid w:val="00456D1E"/>
    <w:rsid w:val="00457E15"/>
    <w:rsid w:val="00464A38"/>
    <w:rsid w:val="00464F04"/>
    <w:rsid w:val="00470964"/>
    <w:rsid w:val="00471D26"/>
    <w:rsid w:val="00473140"/>
    <w:rsid w:val="00473C4F"/>
    <w:rsid w:val="004743B5"/>
    <w:rsid w:val="00474D6B"/>
    <w:rsid w:val="004757C3"/>
    <w:rsid w:val="0047580E"/>
    <w:rsid w:val="00475B54"/>
    <w:rsid w:val="004766DF"/>
    <w:rsid w:val="004768BC"/>
    <w:rsid w:val="004773D7"/>
    <w:rsid w:val="00477788"/>
    <w:rsid w:val="004779E2"/>
    <w:rsid w:val="004820CC"/>
    <w:rsid w:val="00486327"/>
    <w:rsid w:val="004907D6"/>
    <w:rsid w:val="004910E9"/>
    <w:rsid w:val="0049491C"/>
    <w:rsid w:val="004956CB"/>
    <w:rsid w:val="00495929"/>
    <w:rsid w:val="00495E1A"/>
    <w:rsid w:val="004A335E"/>
    <w:rsid w:val="004A35AF"/>
    <w:rsid w:val="004A60FB"/>
    <w:rsid w:val="004A7300"/>
    <w:rsid w:val="004B0C27"/>
    <w:rsid w:val="004B0DF5"/>
    <w:rsid w:val="004B3F61"/>
    <w:rsid w:val="004B4A8F"/>
    <w:rsid w:val="004B720A"/>
    <w:rsid w:val="004C2556"/>
    <w:rsid w:val="004C497A"/>
    <w:rsid w:val="004C4D9D"/>
    <w:rsid w:val="004C7CCD"/>
    <w:rsid w:val="004D1363"/>
    <w:rsid w:val="004D3EC8"/>
    <w:rsid w:val="004D5447"/>
    <w:rsid w:val="004D583A"/>
    <w:rsid w:val="004D642C"/>
    <w:rsid w:val="004D7140"/>
    <w:rsid w:val="004D7250"/>
    <w:rsid w:val="004D7F40"/>
    <w:rsid w:val="004E2FA4"/>
    <w:rsid w:val="004E34E1"/>
    <w:rsid w:val="004E5100"/>
    <w:rsid w:val="004E53B3"/>
    <w:rsid w:val="004E5EBB"/>
    <w:rsid w:val="004E5F29"/>
    <w:rsid w:val="004F1CB7"/>
    <w:rsid w:val="004F24D5"/>
    <w:rsid w:val="004F3BFB"/>
    <w:rsid w:val="004F4D80"/>
    <w:rsid w:val="004F4E07"/>
    <w:rsid w:val="004F6FDA"/>
    <w:rsid w:val="00500795"/>
    <w:rsid w:val="00501D26"/>
    <w:rsid w:val="00504704"/>
    <w:rsid w:val="00504EA4"/>
    <w:rsid w:val="00505202"/>
    <w:rsid w:val="005072D3"/>
    <w:rsid w:val="00511B8E"/>
    <w:rsid w:val="00512910"/>
    <w:rsid w:val="00513C8A"/>
    <w:rsid w:val="00516397"/>
    <w:rsid w:val="0051750F"/>
    <w:rsid w:val="0052125A"/>
    <w:rsid w:val="0052195B"/>
    <w:rsid w:val="00522C10"/>
    <w:rsid w:val="00523403"/>
    <w:rsid w:val="005243B8"/>
    <w:rsid w:val="005248D6"/>
    <w:rsid w:val="0052546C"/>
    <w:rsid w:val="005256FE"/>
    <w:rsid w:val="00527352"/>
    <w:rsid w:val="00527CB4"/>
    <w:rsid w:val="0053005F"/>
    <w:rsid w:val="005311D8"/>
    <w:rsid w:val="00531D59"/>
    <w:rsid w:val="005345AF"/>
    <w:rsid w:val="00540FDB"/>
    <w:rsid w:val="0054208B"/>
    <w:rsid w:val="005426B5"/>
    <w:rsid w:val="00544882"/>
    <w:rsid w:val="005453BC"/>
    <w:rsid w:val="00546D32"/>
    <w:rsid w:val="005471E1"/>
    <w:rsid w:val="005478FD"/>
    <w:rsid w:val="00547BAF"/>
    <w:rsid w:val="00550B20"/>
    <w:rsid w:val="00550D82"/>
    <w:rsid w:val="0055272C"/>
    <w:rsid w:val="00554D60"/>
    <w:rsid w:val="00555E29"/>
    <w:rsid w:val="005578A9"/>
    <w:rsid w:val="0056571E"/>
    <w:rsid w:val="005658A2"/>
    <w:rsid w:val="005658EF"/>
    <w:rsid w:val="00565EEF"/>
    <w:rsid w:val="005660EA"/>
    <w:rsid w:val="00566203"/>
    <w:rsid w:val="00570A3D"/>
    <w:rsid w:val="00571864"/>
    <w:rsid w:val="00571918"/>
    <w:rsid w:val="00577834"/>
    <w:rsid w:val="00581E89"/>
    <w:rsid w:val="00585AD2"/>
    <w:rsid w:val="005860B5"/>
    <w:rsid w:val="00586A76"/>
    <w:rsid w:val="00587127"/>
    <w:rsid w:val="00590478"/>
    <w:rsid w:val="00590BE5"/>
    <w:rsid w:val="005910A0"/>
    <w:rsid w:val="00592348"/>
    <w:rsid w:val="00592F41"/>
    <w:rsid w:val="005A1926"/>
    <w:rsid w:val="005A1992"/>
    <w:rsid w:val="005A3775"/>
    <w:rsid w:val="005A411E"/>
    <w:rsid w:val="005A4AA5"/>
    <w:rsid w:val="005A5C06"/>
    <w:rsid w:val="005A7803"/>
    <w:rsid w:val="005A7E33"/>
    <w:rsid w:val="005B211F"/>
    <w:rsid w:val="005B2B4B"/>
    <w:rsid w:val="005B6902"/>
    <w:rsid w:val="005C1F02"/>
    <w:rsid w:val="005C4AED"/>
    <w:rsid w:val="005D0846"/>
    <w:rsid w:val="005D1A26"/>
    <w:rsid w:val="005D1AA8"/>
    <w:rsid w:val="005D1F2A"/>
    <w:rsid w:val="005D2497"/>
    <w:rsid w:val="005D28E5"/>
    <w:rsid w:val="005D3CFF"/>
    <w:rsid w:val="005D738A"/>
    <w:rsid w:val="005D76E5"/>
    <w:rsid w:val="005D7DA7"/>
    <w:rsid w:val="005E518C"/>
    <w:rsid w:val="005E567C"/>
    <w:rsid w:val="005E697F"/>
    <w:rsid w:val="005F02BA"/>
    <w:rsid w:val="005F15DA"/>
    <w:rsid w:val="005F20FD"/>
    <w:rsid w:val="005F2A5F"/>
    <w:rsid w:val="005F2CDC"/>
    <w:rsid w:val="005F32C9"/>
    <w:rsid w:val="005F4688"/>
    <w:rsid w:val="005F4C19"/>
    <w:rsid w:val="005F6100"/>
    <w:rsid w:val="0060125C"/>
    <w:rsid w:val="0060297F"/>
    <w:rsid w:val="00602D09"/>
    <w:rsid w:val="00603579"/>
    <w:rsid w:val="0060425B"/>
    <w:rsid w:val="006042ED"/>
    <w:rsid w:val="00607023"/>
    <w:rsid w:val="006078EB"/>
    <w:rsid w:val="00607B13"/>
    <w:rsid w:val="006122C5"/>
    <w:rsid w:val="00613E57"/>
    <w:rsid w:val="00615D2A"/>
    <w:rsid w:val="00624752"/>
    <w:rsid w:val="00624AB4"/>
    <w:rsid w:val="006264C3"/>
    <w:rsid w:val="006276BE"/>
    <w:rsid w:val="006279F4"/>
    <w:rsid w:val="0063270A"/>
    <w:rsid w:val="00632E2B"/>
    <w:rsid w:val="00633821"/>
    <w:rsid w:val="00640B46"/>
    <w:rsid w:val="0064163C"/>
    <w:rsid w:val="0064337F"/>
    <w:rsid w:val="0064473E"/>
    <w:rsid w:val="00644EF7"/>
    <w:rsid w:val="006458C8"/>
    <w:rsid w:val="00647A6D"/>
    <w:rsid w:val="006513CE"/>
    <w:rsid w:val="00656463"/>
    <w:rsid w:val="006569BD"/>
    <w:rsid w:val="00661D47"/>
    <w:rsid w:val="00661FF6"/>
    <w:rsid w:val="00664594"/>
    <w:rsid w:val="00665F40"/>
    <w:rsid w:val="00667189"/>
    <w:rsid w:val="00667711"/>
    <w:rsid w:val="00671160"/>
    <w:rsid w:val="0067435E"/>
    <w:rsid w:val="00675B0B"/>
    <w:rsid w:val="00675DC4"/>
    <w:rsid w:val="00676E4A"/>
    <w:rsid w:val="00677F32"/>
    <w:rsid w:val="00677FDB"/>
    <w:rsid w:val="006802B6"/>
    <w:rsid w:val="00682657"/>
    <w:rsid w:val="00682A31"/>
    <w:rsid w:val="00683762"/>
    <w:rsid w:val="006865C4"/>
    <w:rsid w:val="00686AB5"/>
    <w:rsid w:val="0069082A"/>
    <w:rsid w:val="006920F0"/>
    <w:rsid w:val="00693B59"/>
    <w:rsid w:val="0069419A"/>
    <w:rsid w:val="00696E69"/>
    <w:rsid w:val="006A0393"/>
    <w:rsid w:val="006A1B6D"/>
    <w:rsid w:val="006A1BBD"/>
    <w:rsid w:val="006A1C60"/>
    <w:rsid w:val="006A2164"/>
    <w:rsid w:val="006A5D5F"/>
    <w:rsid w:val="006A6297"/>
    <w:rsid w:val="006A7994"/>
    <w:rsid w:val="006B1462"/>
    <w:rsid w:val="006B263C"/>
    <w:rsid w:val="006B2DD8"/>
    <w:rsid w:val="006B39F9"/>
    <w:rsid w:val="006C04FC"/>
    <w:rsid w:val="006C0D6A"/>
    <w:rsid w:val="006C1DC0"/>
    <w:rsid w:val="006C24B0"/>
    <w:rsid w:val="006C2F97"/>
    <w:rsid w:val="006C3002"/>
    <w:rsid w:val="006C3B46"/>
    <w:rsid w:val="006C3CFA"/>
    <w:rsid w:val="006C42C9"/>
    <w:rsid w:val="006C5AE0"/>
    <w:rsid w:val="006C65ED"/>
    <w:rsid w:val="006D008B"/>
    <w:rsid w:val="006D1E5E"/>
    <w:rsid w:val="006D2A87"/>
    <w:rsid w:val="006D2FAF"/>
    <w:rsid w:val="006D3677"/>
    <w:rsid w:val="006D5655"/>
    <w:rsid w:val="006D6417"/>
    <w:rsid w:val="006E018A"/>
    <w:rsid w:val="006E06D5"/>
    <w:rsid w:val="006E3A93"/>
    <w:rsid w:val="006E463C"/>
    <w:rsid w:val="006E4FC5"/>
    <w:rsid w:val="006E6CC0"/>
    <w:rsid w:val="006E76EE"/>
    <w:rsid w:val="006F0DA3"/>
    <w:rsid w:val="006F1823"/>
    <w:rsid w:val="006F4308"/>
    <w:rsid w:val="006F5670"/>
    <w:rsid w:val="006F66D8"/>
    <w:rsid w:val="00702432"/>
    <w:rsid w:val="0070300B"/>
    <w:rsid w:val="00703769"/>
    <w:rsid w:val="00704319"/>
    <w:rsid w:val="00704D1A"/>
    <w:rsid w:val="0070512D"/>
    <w:rsid w:val="00707C91"/>
    <w:rsid w:val="00712AA8"/>
    <w:rsid w:val="00712C8D"/>
    <w:rsid w:val="00714743"/>
    <w:rsid w:val="0071485F"/>
    <w:rsid w:val="007153DC"/>
    <w:rsid w:val="00715707"/>
    <w:rsid w:val="007203FA"/>
    <w:rsid w:val="007205D6"/>
    <w:rsid w:val="00721339"/>
    <w:rsid w:val="00721603"/>
    <w:rsid w:val="00722426"/>
    <w:rsid w:val="00723D1A"/>
    <w:rsid w:val="00726E04"/>
    <w:rsid w:val="00732E2A"/>
    <w:rsid w:val="00733510"/>
    <w:rsid w:val="0073599B"/>
    <w:rsid w:val="007431F2"/>
    <w:rsid w:val="007461F9"/>
    <w:rsid w:val="00746AE5"/>
    <w:rsid w:val="007479CF"/>
    <w:rsid w:val="00747F02"/>
    <w:rsid w:val="00751040"/>
    <w:rsid w:val="0075369F"/>
    <w:rsid w:val="00754CEA"/>
    <w:rsid w:val="0075527C"/>
    <w:rsid w:val="00755FD9"/>
    <w:rsid w:val="007600F1"/>
    <w:rsid w:val="00761036"/>
    <w:rsid w:val="0076108A"/>
    <w:rsid w:val="0076113E"/>
    <w:rsid w:val="00762715"/>
    <w:rsid w:val="00764201"/>
    <w:rsid w:val="00764ADC"/>
    <w:rsid w:val="00764BCB"/>
    <w:rsid w:val="00765C49"/>
    <w:rsid w:val="00772845"/>
    <w:rsid w:val="00774A25"/>
    <w:rsid w:val="00780A24"/>
    <w:rsid w:val="0078429F"/>
    <w:rsid w:val="007851F7"/>
    <w:rsid w:val="00785ED6"/>
    <w:rsid w:val="00787AC4"/>
    <w:rsid w:val="007902C2"/>
    <w:rsid w:val="007920F7"/>
    <w:rsid w:val="00794C3F"/>
    <w:rsid w:val="007A2F1C"/>
    <w:rsid w:val="007A35EC"/>
    <w:rsid w:val="007A3827"/>
    <w:rsid w:val="007A7360"/>
    <w:rsid w:val="007B245C"/>
    <w:rsid w:val="007B314A"/>
    <w:rsid w:val="007B632B"/>
    <w:rsid w:val="007B727F"/>
    <w:rsid w:val="007B753A"/>
    <w:rsid w:val="007C0DD8"/>
    <w:rsid w:val="007C2299"/>
    <w:rsid w:val="007C29C9"/>
    <w:rsid w:val="007C3518"/>
    <w:rsid w:val="007C3D41"/>
    <w:rsid w:val="007C3EE4"/>
    <w:rsid w:val="007C4C8C"/>
    <w:rsid w:val="007C5ED4"/>
    <w:rsid w:val="007C6782"/>
    <w:rsid w:val="007C7231"/>
    <w:rsid w:val="007C7378"/>
    <w:rsid w:val="007C768F"/>
    <w:rsid w:val="007C7EE7"/>
    <w:rsid w:val="007D003D"/>
    <w:rsid w:val="007D00F1"/>
    <w:rsid w:val="007D0B72"/>
    <w:rsid w:val="007D0F6B"/>
    <w:rsid w:val="007D3032"/>
    <w:rsid w:val="007D59CD"/>
    <w:rsid w:val="007D6238"/>
    <w:rsid w:val="007D71B2"/>
    <w:rsid w:val="007D7B73"/>
    <w:rsid w:val="007E0425"/>
    <w:rsid w:val="007E0797"/>
    <w:rsid w:val="007E19D0"/>
    <w:rsid w:val="007E222A"/>
    <w:rsid w:val="007E2841"/>
    <w:rsid w:val="007E3173"/>
    <w:rsid w:val="007E3F2F"/>
    <w:rsid w:val="007E4AFC"/>
    <w:rsid w:val="007E5452"/>
    <w:rsid w:val="007E6E92"/>
    <w:rsid w:val="007E75DC"/>
    <w:rsid w:val="007E78A6"/>
    <w:rsid w:val="007F1DA5"/>
    <w:rsid w:val="007F1E6B"/>
    <w:rsid w:val="007F359D"/>
    <w:rsid w:val="007F3728"/>
    <w:rsid w:val="007F4891"/>
    <w:rsid w:val="007F5D43"/>
    <w:rsid w:val="00800796"/>
    <w:rsid w:val="00800AB5"/>
    <w:rsid w:val="00801DDC"/>
    <w:rsid w:val="00801EFF"/>
    <w:rsid w:val="0080266D"/>
    <w:rsid w:val="00802D6F"/>
    <w:rsid w:val="008036E8"/>
    <w:rsid w:val="0081216F"/>
    <w:rsid w:val="008127BC"/>
    <w:rsid w:val="00814BC1"/>
    <w:rsid w:val="00817912"/>
    <w:rsid w:val="00820534"/>
    <w:rsid w:val="008226FD"/>
    <w:rsid w:val="008238AD"/>
    <w:rsid w:val="00824023"/>
    <w:rsid w:val="00825A6F"/>
    <w:rsid w:val="00826E90"/>
    <w:rsid w:val="00827F89"/>
    <w:rsid w:val="00830D7C"/>
    <w:rsid w:val="00831880"/>
    <w:rsid w:val="00831BAC"/>
    <w:rsid w:val="00831D4A"/>
    <w:rsid w:val="008336D2"/>
    <w:rsid w:val="00834879"/>
    <w:rsid w:val="00836527"/>
    <w:rsid w:val="008429B2"/>
    <w:rsid w:val="00842D5F"/>
    <w:rsid w:val="00843C3C"/>
    <w:rsid w:val="00843D6A"/>
    <w:rsid w:val="00845275"/>
    <w:rsid w:val="00846F25"/>
    <w:rsid w:val="008517B2"/>
    <w:rsid w:val="00852205"/>
    <w:rsid w:val="00852A51"/>
    <w:rsid w:val="00854CEF"/>
    <w:rsid w:val="00855242"/>
    <w:rsid w:val="008579BB"/>
    <w:rsid w:val="00862C41"/>
    <w:rsid w:val="008631D4"/>
    <w:rsid w:val="0086335D"/>
    <w:rsid w:val="00863C6E"/>
    <w:rsid w:val="008653DB"/>
    <w:rsid w:val="008658FD"/>
    <w:rsid w:val="00865975"/>
    <w:rsid w:val="008747E2"/>
    <w:rsid w:val="00875646"/>
    <w:rsid w:val="00876024"/>
    <w:rsid w:val="00877893"/>
    <w:rsid w:val="0088113A"/>
    <w:rsid w:val="008817A2"/>
    <w:rsid w:val="00884794"/>
    <w:rsid w:val="00886245"/>
    <w:rsid w:val="00893C0D"/>
    <w:rsid w:val="008950A9"/>
    <w:rsid w:val="00897F9B"/>
    <w:rsid w:val="008A00F7"/>
    <w:rsid w:val="008A6290"/>
    <w:rsid w:val="008B05DA"/>
    <w:rsid w:val="008B0E82"/>
    <w:rsid w:val="008B47AE"/>
    <w:rsid w:val="008B6A5D"/>
    <w:rsid w:val="008B6F67"/>
    <w:rsid w:val="008C09B1"/>
    <w:rsid w:val="008C3552"/>
    <w:rsid w:val="008D10C0"/>
    <w:rsid w:val="008D27AF"/>
    <w:rsid w:val="008D5826"/>
    <w:rsid w:val="008D63BE"/>
    <w:rsid w:val="008E2622"/>
    <w:rsid w:val="008E2A57"/>
    <w:rsid w:val="008E3028"/>
    <w:rsid w:val="008E397C"/>
    <w:rsid w:val="008E445C"/>
    <w:rsid w:val="008E4EE0"/>
    <w:rsid w:val="008E5C00"/>
    <w:rsid w:val="008E5C77"/>
    <w:rsid w:val="008E627A"/>
    <w:rsid w:val="008E7414"/>
    <w:rsid w:val="008F22AD"/>
    <w:rsid w:val="008F311A"/>
    <w:rsid w:val="008F4808"/>
    <w:rsid w:val="008F5F67"/>
    <w:rsid w:val="009005D4"/>
    <w:rsid w:val="0090331A"/>
    <w:rsid w:val="009041EF"/>
    <w:rsid w:val="00905B25"/>
    <w:rsid w:val="009113F8"/>
    <w:rsid w:val="00912339"/>
    <w:rsid w:val="009124E6"/>
    <w:rsid w:val="0091254F"/>
    <w:rsid w:val="00912EEE"/>
    <w:rsid w:val="00915544"/>
    <w:rsid w:val="00915CF3"/>
    <w:rsid w:val="00916EC0"/>
    <w:rsid w:val="00917593"/>
    <w:rsid w:val="009208D8"/>
    <w:rsid w:val="00923389"/>
    <w:rsid w:val="009246EB"/>
    <w:rsid w:val="00925C71"/>
    <w:rsid w:val="009273B3"/>
    <w:rsid w:val="00930554"/>
    <w:rsid w:val="00931BAB"/>
    <w:rsid w:val="00933469"/>
    <w:rsid w:val="00940C6B"/>
    <w:rsid w:val="00941496"/>
    <w:rsid w:val="009417A5"/>
    <w:rsid w:val="00942506"/>
    <w:rsid w:val="0095207D"/>
    <w:rsid w:val="009545AB"/>
    <w:rsid w:val="009669B9"/>
    <w:rsid w:val="0097024B"/>
    <w:rsid w:val="00972F12"/>
    <w:rsid w:val="00973D12"/>
    <w:rsid w:val="009752BB"/>
    <w:rsid w:val="00975D7F"/>
    <w:rsid w:val="00977261"/>
    <w:rsid w:val="009778BF"/>
    <w:rsid w:val="00982836"/>
    <w:rsid w:val="009829B6"/>
    <w:rsid w:val="00982CBD"/>
    <w:rsid w:val="00984AD0"/>
    <w:rsid w:val="00985581"/>
    <w:rsid w:val="00987446"/>
    <w:rsid w:val="00987C69"/>
    <w:rsid w:val="009911DD"/>
    <w:rsid w:val="009972C4"/>
    <w:rsid w:val="009A2289"/>
    <w:rsid w:val="009A247C"/>
    <w:rsid w:val="009A24F2"/>
    <w:rsid w:val="009A2F1C"/>
    <w:rsid w:val="009A3D6A"/>
    <w:rsid w:val="009A3E56"/>
    <w:rsid w:val="009A4C28"/>
    <w:rsid w:val="009A63B7"/>
    <w:rsid w:val="009A6480"/>
    <w:rsid w:val="009B1376"/>
    <w:rsid w:val="009B1ACB"/>
    <w:rsid w:val="009B225F"/>
    <w:rsid w:val="009B2C30"/>
    <w:rsid w:val="009B36FA"/>
    <w:rsid w:val="009B393A"/>
    <w:rsid w:val="009B50AE"/>
    <w:rsid w:val="009B706A"/>
    <w:rsid w:val="009B7BB8"/>
    <w:rsid w:val="009C2B81"/>
    <w:rsid w:val="009C4657"/>
    <w:rsid w:val="009C470C"/>
    <w:rsid w:val="009C618B"/>
    <w:rsid w:val="009C6F27"/>
    <w:rsid w:val="009C7425"/>
    <w:rsid w:val="009D18DA"/>
    <w:rsid w:val="009D1EC2"/>
    <w:rsid w:val="009D5213"/>
    <w:rsid w:val="009D5AA6"/>
    <w:rsid w:val="009D7166"/>
    <w:rsid w:val="009E0875"/>
    <w:rsid w:val="009E0D92"/>
    <w:rsid w:val="009E2190"/>
    <w:rsid w:val="009E4A01"/>
    <w:rsid w:val="009E638F"/>
    <w:rsid w:val="009E6727"/>
    <w:rsid w:val="009F125F"/>
    <w:rsid w:val="009F31B3"/>
    <w:rsid w:val="009F3E54"/>
    <w:rsid w:val="009F4325"/>
    <w:rsid w:val="009F4658"/>
    <w:rsid w:val="009F47E3"/>
    <w:rsid w:val="009F4A80"/>
    <w:rsid w:val="00A0058E"/>
    <w:rsid w:val="00A00FAA"/>
    <w:rsid w:val="00A028BF"/>
    <w:rsid w:val="00A04836"/>
    <w:rsid w:val="00A04FCD"/>
    <w:rsid w:val="00A144FC"/>
    <w:rsid w:val="00A146F4"/>
    <w:rsid w:val="00A15C55"/>
    <w:rsid w:val="00A17C70"/>
    <w:rsid w:val="00A20290"/>
    <w:rsid w:val="00A20307"/>
    <w:rsid w:val="00A20F23"/>
    <w:rsid w:val="00A2243C"/>
    <w:rsid w:val="00A239E1"/>
    <w:rsid w:val="00A23DD0"/>
    <w:rsid w:val="00A241B6"/>
    <w:rsid w:val="00A246F8"/>
    <w:rsid w:val="00A24A83"/>
    <w:rsid w:val="00A278B4"/>
    <w:rsid w:val="00A27CAF"/>
    <w:rsid w:val="00A31817"/>
    <w:rsid w:val="00A31938"/>
    <w:rsid w:val="00A32E00"/>
    <w:rsid w:val="00A338FC"/>
    <w:rsid w:val="00A34E17"/>
    <w:rsid w:val="00A365EF"/>
    <w:rsid w:val="00A40477"/>
    <w:rsid w:val="00A4070A"/>
    <w:rsid w:val="00A429C6"/>
    <w:rsid w:val="00A43AE4"/>
    <w:rsid w:val="00A47373"/>
    <w:rsid w:val="00A478ED"/>
    <w:rsid w:val="00A47B1D"/>
    <w:rsid w:val="00A502C5"/>
    <w:rsid w:val="00A51042"/>
    <w:rsid w:val="00A528D9"/>
    <w:rsid w:val="00A542F8"/>
    <w:rsid w:val="00A5453D"/>
    <w:rsid w:val="00A55589"/>
    <w:rsid w:val="00A61AE6"/>
    <w:rsid w:val="00A622C8"/>
    <w:rsid w:val="00A6432B"/>
    <w:rsid w:val="00A66E3B"/>
    <w:rsid w:val="00A67114"/>
    <w:rsid w:val="00A72215"/>
    <w:rsid w:val="00A8139D"/>
    <w:rsid w:val="00A81DC6"/>
    <w:rsid w:val="00A825F9"/>
    <w:rsid w:val="00A82998"/>
    <w:rsid w:val="00A834FF"/>
    <w:rsid w:val="00A83F60"/>
    <w:rsid w:val="00A84302"/>
    <w:rsid w:val="00A87665"/>
    <w:rsid w:val="00A87927"/>
    <w:rsid w:val="00A87B8B"/>
    <w:rsid w:val="00A87BDC"/>
    <w:rsid w:val="00A914E1"/>
    <w:rsid w:val="00A95234"/>
    <w:rsid w:val="00A952A4"/>
    <w:rsid w:val="00AA039B"/>
    <w:rsid w:val="00AA2940"/>
    <w:rsid w:val="00AA32BB"/>
    <w:rsid w:val="00AA4FC4"/>
    <w:rsid w:val="00AA5680"/>
    <w:rsid w:val="00AA780D"/>
    <w:rsid w:val="00AA79ED"/>
    <w:rsid w:val="00AB19E9"/>
    <w:rsid w:val="00AB37B8"/>
    <w:rsid w:val="00AB3FED"/>
    <w:rsid w:val="00AB6A0A"/>
    <w:rsid w:val="00AB7E5A"/>
    <w:rsid w:val="00AC565E"/>
    <w:rsid w:val="00AC5936"/>
    <w:rsid w:val="00AC5FE8"/>
    <w:rsid w:val="00AC6001"/>
    <w:rsid w:val="00AC6A41"/>
    <w:rsid w:val="00AC744F"/>
    <w:rsid w:val="00AD1464"/>
    <w:rsid w:val="00AD28D3"/>
    <w:rsid w:val="00AD5D9E"/>
    <w:rsid w:val="00AD6D26"/>
    <w:rsid w:val="00AD77E7"/>
    <w:rsid w:val="00AE0DA2"/>
    <w:rsid w:val="00AE192A"/>
    <w:rsid w:val="00AE1F70"/>
    <w:rsid w:val="00AE491D"/>
    <w:rsid w:val="00AE5261"/>
    <w:rsid w:val="00AE5602"/>
    <w:rsid w:val="00AE5A6A"/>
    <w:rsid w:val="00AE6A43"/>
    <w:rsid w:val="00AE6B16"/>
    <w:rsid w:val="00AF085B"/>
    <w:rsid w:val="00AF2326"/>
    <w:rsid w:val="00AF34BC"/>
    <w:rsid w:val="00AF3794"/>
    <w:rsid w:val="00AF4170"/>
    <w:rsid w:val="00AF54D8"/>
    <w:rsid w:val="00B00283"/>
    <w:rsid w:val="00B0135D"/>
    <w:rsid w:val="00B04852"/>
    <w:rsid w:val="00B04D1B"/>
    <w:rsid w:val="00B04F7D"/>
    <w:rsid w:val="00B050E3"/>
    <w:rsid w:val="00B06A5E"/>
    <w:rsid w:val="00B071C3"/>
    <w:rsid w:val="00B10279"/>
    <w:rsid w:val="00B124EA"/>
    <w:rsid w:val="00B12CF6"/>
    <w:rsid w:val="00B14BCA"/>
    <w:rsid w:val="00B159AA"/>
    <w:rsid w:val="00B16FF3"/>
    <w:rsid w:val="00B17313"/>
    <w:rsid w:val="00B20326"/>
    <w:rsid w:val="00B20FD9"/>
    <w:rsid w:val="00B221E8"/>
    <w:rsid w:val="00B22E4C"/>
    <w:rsid w:val="00B23D6B"/>
    <w:rsid w:val="00B24036"/>
    <w:rsid w:val="00B241A3"/>
    <w:rsid w:val="00B2501B"/>
    <w:rsid w:val="00B274A2"/>
    <w:rsid w:val="00B27785"/>
    <w:rsid w:val="00B3252A"/>
    <w:rsid w:val="00B32BF8"/>
    <w:rsid w:val="00B3314D"/>
    <w:rsid w:val="00B341A1"/>
    <w:rsid w:val="00B36B0C"/>
    <w:rsid w:val="00B37161"/>
    <w:rsid w:val="00B40794"/>
    <w:rsid w:val="00B45471"/>
    <w:rsid w:val="00B46173"/>
    <w:rsid w:val="00B5326C"/>
    <w:rsid w:val="00B61EBF"/>
    <w:rsid w:val="00B64A7F"/>
    <w:rsid w:val="00B672DC"/>
    <w:rsid w:val="00B67C51"/>
    <w:rsid w:val="00B70AC2"/>
    <w:rsid w:val="00B71835"/>
    <w:rsid w:val="00B71C02"/>
    <w:rsid w:val="00B730D0"/>
    <w:rsid w:val="00B74116"/>
    <w:rsid w:val="00B74186"/>
    <w:rsid w:val="00B7420E"/>
    <w:rsid w:val="00B7496B"/>
    <w:rsid w:val="00B766A1"/>
    <w:rsid w:val="00B76F1A"/>
    <w:rsid w:val="00B8049F"/>
    <w:rsid w:val="00B83CA3"/>
    <w:rsid w:val="00B84232"/>
    <w:rsid w:val="00B8635F"/>
    <w:rsid w:val="00B8648D"/>
    <w:rsid w:val="00B9296D"/>
    <w:rsid w:val="00B9529D"/>
    <w:rsid w:val="00B95909"/>
    <w:rsid w:val="00B97861"/>
    <w:rsid w:val="00B97A54"/>
    <w:rsid w:val="00BA0411"/>
    <w:rsid w:val="00BA1207"/>
    <w:rsid w:val="00BA21F0"/>
    <w:rsid w:val="00BA264A"/>
    <w:rsid w:val="00BA3201"/>
    <w:rsid w:val="00BA336C"/>
    <w:rsid w:val="00BA57FB"/>
    <w:rsid w:val="00BA606B"/>
    <w:rsid w:val="00BA612E"/>
    <w:rsid w:val="00BA7BF2"/>
    <w:rsid w:val="00BB0EBC"/>
    <w:rsid w:val="00BB2226"/>
    <w:rsid w:val="00BB3E1C"/>
    <w:rsid w:val="00BB425E"/>
    <w:rsid w:val="00BB4619"/>
    <w:rsid w:val="00BC0884"/>
    <w:rsid w:val="00BC0DE5"/>
    <w:rsid w:val="00BC14D1"/>
    <w:rsid w:val="00BC3297"/>
    <w:rsid w:val="00BC3AF4"/>
    <w:rsid w:val="00BC532B"/>
    <w:rsid w:val="00BC5714"/>
    <w:rsid w:val="00BC59CC"/>
    <w:rsid w:val="00BC6422"/>
    <w:rsid w:val="00BC6803"/>
    <w:rsid w:val="00BC69DE"/>
    <w:rsid w:val="00BD125F"/>
    <w:rsid w:val="00BD1E67"/>
    <w:rsid w:val="00BD2B1A"/>
    <w:rsid w:val="00BD3B4F"/>
    <w:rsid w:val="00BD3E8E"/>
    <w:rsid w:val="00BD4A91"/>
    <w:rsid w:val="00BD6CF2"/>
    <w:rsid w:val="00BE0B74"/>
    <w:rsid w:val="00BE1AD0"/>
    <w:rsid w:val="00BE1F4F"/>
    <w:rsid w:val="00BE1FBD"/>
    <w:rsid w:val="00BE2FAF"/>
    <w:rsid w:val="00BE53F8"/>
    <w:rsid w:val="00BE6CA3"/>
    <w:rsid w:val="00BE76FF"/>
    <w:rsid w:val="00BF3A64"/>
    <w:rsid w:val="00BF4879"/>
    <w:rsid w:val="00BF6857"/>
    <w:rsid w:val="00BF714B"/>
    <w:rsid w:val="00BF7227"/>
    <w:rsid w:val="00BF7997"/>
    <w:rsid w:val="00BF7C56"/>
    <w:rsid w:val="00C01F82"/>
    <w:rsid w:val="00C02078"/>
    <w:rsid w:val="00C034B1"/>
    <w:rsid w:val="00C04DCD"/>
    <w:rsid w:val="00C05105"/>
    <w:rsid w:val="00C111EE"/>
    <w:rsid w:val="00C12849"/>
    <w:rsid w:val="00C13752"/>
    <w:rsid w:val="00C15441"/>
    <w:rsid w:val="00C15712"/>
    <w:rsid w:val="00C16CCB"/>
    <w:rsid w:val="00C226D1"/>
    <w:rsid w:val="00C2480C"/>
    <w:rsid w:val="00C249FB"/>
    <w:rsid w:val="00C2549F"/>
    <w:rsid w:val="00C2595F"/>
    <w:rsid w:val="00C25B06"/>
    <w:rsid w:val="00C25CC7"/>
    <w:rsid w:val="00C3085D"/>
    <w:rsid w:val="00C31883"/>
    <w:rsid w:val="00C355F2"/>
    <w:rsid w:val="00C35BAA"/>
    <w:rsid w:val="00C36A94"/>
    <w:rsid w:val="00C372E6"/>
    <w:rsid w:val="00C41118"/>
    <w:rsid w:val="00C42ED3"/>
    <w:rsid w:val="00C46D3B"/>
    <w:rsid w:val="00C47E15"/>
    <w:rsid w:val="00C51569"/>
    <w:rsid w:val="00C51BB9"/>
    <w:rsid w:val="00C52F69"/>
    <w:rsid w:val="00C5328A"/>
    <w:rsid w:val="00C536CD"/>
    <w:rsid w:val="00C55271"/>
    <w:rsid w:val="00C57560"/>
    <w:rsid w:val="00C60C88"/>
    <w:rsid w:val="00C63756"/>
    <w:rsid w:val="00C64A65"/>
    <w:rsid w:val="00C64F16"/>
    <w:rsid w:val="00C658A8"/>
    <w:rsid w:val="00C6632A"/>
    <w:rsid w:val="00C66D1B"/>
    <w:rsid w:val="00C67E58"/>
    <w:rsid w:val="00C77A86"/>
    <w:rsid w:val="00C8174D"/>
    <w:rsid w:val="00C82DCB"/>
    <w:rsid w:val="00C83498"/>
    <w:rsid w:val="00C83B5D"/>
    <w:rsid w:val="00C843AA"/>
    <w:rsid w:val="00C84FD5"/>
    <w:rsid w:val="00C85EC1"/>
    <w:rsid w:val="00C87A96"/>
    <w:rsid w:val="00C87CB8"/>
    <w:rsid w:val="00C930DF"/>
    <w:rsid w:val="00C938A8"/>
    <w:rsid w:val="00C95DAF"/>
    <w:rsid w:val="00C97D5E"/>
    <w:rsid w:val="00CA1F89"/>
    <w:rsid w:val="00CA2865"/>
    <w:rsid w:val="00CA4EDE"/>
    <w:rsid w:val="00CA7333"/>
    <w:rsid w:val="00CA74B2"/>
    <w:rsid w:val="00CA79DF"/>
    <w:rsid w:val="00CB2C1E"/>
    <w:rsid w:val="00CC280F"/>
    <w:rsid w:val="00CC6AFA"/>
    <w:rsid w:val="00CD14B8"/>
    <w:rsid w:val="00CD1506"/>
    <w:rsid w:val="00CD19A3"/>
    <w:rsid w:val="00CD1A01"/>
    <w:rsid w:val="00CD2839"/>
    <w:rsid w:val="00CD48C2"/>
    <w:rsid w:val="00CD4F2A"/>
    <w:rsid w:val="00CD597F"/>
    <w:rsid w:val="00CD5D9D"/>
    <w:rsid w:val="00CD69B6"/>
    <w:rsid w:val="00CE012C"/>
    <w:rsid w:val="00CE0FB6"/>
    <w:rsid w:val="00CE13BF"/>
    <w:rsid w:val="00CE21D3"/>
    <w:rsid w:val="00CE3DEF"/>
    <w:rsid w:val="00CE58D1"/>
    <w:rsid w:val="00CF04E5"/>
    <w:rsid w:val="00CF0584"/>
    <w:rsid w:val="00CF05AE"/>
    <w:rsid w:val="00CF0850"/>
    <w:rsid w:val="00CF11F4"/>
    <w:rsid w:val="00CF3376"/>
    <w:rsid w:val="00CF4253"/>
    <w:rsid w:val="00CF462D"/>
    <w:rsid w:val="00CF555C"/>
    <w:rsid w:val="00CF59AA"/>
    <w:rsid w:val="00CF5A09"/>
    <w:rsid w:val="00CF5CF0"/>
    <w:rsid w:val="00CF6361"/>
    <w:rsid w:val="00CF7E03"/>
    <w:rsid w:val="00D00230"/>
    <w:rsid w:val="00D01CCC"/>
    <w:rsid w:val="00D02856"/>
    <w:rsid w:val="00D02E53"/>
    <w:rsid w:val="00D03FFB"/>
    <w:rsid w:val="00D04B26"/>
    <w:rsid w:val="00D0751A"/>
    <w:rsid w:val="00D11466"/>
    <w:rsid w:val="00D14E0D"/>
    <w:rsid w:val="00D16D62"/>
    <w:rsid w:val="00D17AC0"/>
    <w:rsid w:val="00D17B46"/>
    <w:rsid w:val="00D22F26"/>
    <w:rsid w:val="00D24E32"/>
    <w:rsid w:val="00D32C98"/>
    <w:rsid w:val="00D32F02"/>
    <w:rsid w:val="00D3699D"/>
    <w:rsid w:val="00D374A0"/>
    <w:rsid w:val="00D41464"/>
    <w:rsid w:val="00D41829"/>
    <w:rsid w:val="00D4243A"/>
    <w:rsid w:val="00D4799B"/>
    <w:rsid w:val="00D479B8"/>
    <w:rsid w:val="00D479ED"/>
    <w:rsid w:val="00D5063A"/>
    <w:rsid w:val="00D506AF"/>
    <w:rsid w:val="00D517AC"/>
    <w:rsid w:val="00D51B6E"/>
    <w:rsid w:val="00D51CF4"/>
    <w:rsid w:val="00D5234B"/>
    <w:rsid w:val="00D5359F"/>
    <w:rsid w:val="00D53C15"/>
    <w:rsid w:val="00D551E2"/>
    <w:rsid w:val="00D57492"/>
    <w:rsid w:val="00D60827"/>
    <w:rsid w:val="00D60932"/>
    <w:rsid w:val="00D62262"/>
    <w:rsid w:val="00D626FE"/>
    <w:rsid w:val="00D639EA"/>
    <w:rsid w:val="00D647FD"/>
    <w:rsid w:val="00D64F63"/>
    <w:rsid w:val="00D668B6"/>
    <w:rsid w:val="00D7517C"/>
    <w:rsid w:val="00D772D9"/>
    <w:rsid w:val="00D77CC1"/>
    <w:rsid w:val="00D817ED"/>
    <w:rsid w:val="00D82472"/>
    <w:rsid w:val="00D90CC0"/>
    <w:rsid w:val="00D9178B"/>
    <w:rsid w:val="00D92AFE"/>
    <w:rsid w:val="00D97B10"/>
    <w:rsid w:val="00DA0AD9"/>
    <w:rsid w:val="00DA17B9"/>
    <w:rsid w:val="00DA4EA6"/>
    <w:rsid w:val="00DA5FB2"/>
    <w:rsid w:val="00DB3588"/>
    <w:rsid w:val="00DB35B5"/>
    <w:rsid w:val="00DB45AC"/>
    <w:rsid w:val="00DB5B4F"/>
    <w:rsid w:val="00DB65A3"/>
    <w:rsid w:val="00DC1162"/>
    <w:rsid w:val="00DC2B67"/>
    <w:rsid w:val="00DC3C1E"/>
    <w:rsid w:val="00DC48AD"/>
    <w:rsid w:val="00DC4E35"/>
    <w:rsid w:val="00DD0B11"/>
    <w:rsid w:val="00DD1A21"/>
    <w:rsid w:val="00DD26C9"/>
    <w:rsid w:val="00DD2CDD"/>
    <w:rsid w:val="00DD49FD"/>
    <w:rsid w:val="00DD6DC6"/>
    <w:rsid w:val="00DD7158"/>
    <w:rsid w:val="00DE0A1C"/>
    <w:rsid w:val="00DE2359"/>
    <w:rsid w:val="00DE3CEB"/>
    <w:rsid w:val="00DE4AB0"/>
    <w:rsid w:val="00DE75D7"/>
    <w:rsid w:val="00DE77AE"/>
    <w:rsid w:val="00DF208D"/>
    <w:rsid w:val="00DF399E"/>
    <w:rsid w:val="00DF4613"/>
    <w:rsid w:val="00DF4BDF"/>
    <w:rsid w:val="00DF5619"/>
    <w:rsid w:val="00DF5AF6"/>
    <w:rsid w:val="00DF5F09"/>
    <w:rsid w:val="00DF7F9B"/>
    <w:rsid w:val="00DF7FA0"/>
    <w:rsid w:val="00E00724"/>
    <w:rsid w:val="00E00EB1"/>
    <w:rsid w:val="00E02857"/>
    <w:rsid w:val="00E02E2D"/>
    <w:rsid w:val="00E02FD0"/>
    <w:rsid w:val="00E047A1"/>
    <w:rsid w:val="00E04A19"/>
    <w:rsid w:val="00E05406"/>
    <w:rsid w:val="00E0669A"/>
    <w:rsid w:val="00E07A34"/>
    <w:rsid w:val="00E07F88"/>
    <w:rsid w:val="00E1045F"/>
    <w:rsid w:val="00E112FC"/>
    <w:rsid w:val="00E13024"/>
    <w:rsid w:val="00E157C0"/>
    <w:rsid w:val="00E161EE"/>
    <w:rsid w:val="00E167C1"/>
    <w:rsid w:val="00E1715D"/>
    <w:rsid w:val="00E23DD0"/>
    <w:rsid w:val="00E25830"/>
    <w:rsid w:val="00E2600F"/>
    <w:rsid w:val="00E2615C"/>
    <w:rsid w:val="00E30A12"/>
    <w:rsid w:val="00E312E3"/>
    <w:rsid w:val="00E32A88"/>
    <w:rsid w:val="00E34142"/>
    <w:rsid w:val="00E37B23"/>
    <w:rsid w:val="00E400BE"/>
    <w:rsid w:val="00E42F3C"/>
    <w:rsid w:val="00E441DF"/>
    <w:rsid w:val="00E442A5"/>
    <w:rsid w:val="00E45D68"/>
    <w:rsid w:val="00E46415"/>
    <w:rsid w:val="00E4763B"/>
    <w:rsid w:val="00E47910"/>
    <w:rsid w:val="00E51004"/>
    <w:rsid w:val="00E5203F"/>
    <w:rsid w:val="00E52CAE"/>
    <w:rsid w:val="00E5369C"/>
    <w:rsid w:val="00E53E07"/>
    <w:rsid w:val="00E55971"/>
    <w:rsid w:val="00E55B9D"/>
    <w:rsid w:val="00E56DA3"/>
    <w:rsid w:val="00E57A29"/>
    <w:rsid w:val="00E57BA6"/>
    <w:rsid w:val="00E57E93"/>
    <w:rsid w:val="00E61881"/>
    <w:rsid w:val="00E63B8D"/>
    <w:rsid w:val="00E63E70"/>
    <w:rsid w:val="00E659A8"/>
    <w:rsid w:val="00E676B9"/>
    <w:rsid w:val="00E711D8"/>
    <w:rsid w:val="00E715D9"/>
    <w:rsid w:val="00E74029"/>
    <w:rsid w:val="00E749C8"/>
    <w:rsid w:val="00E77323"/>
    <w:rsid w:val="00E80487"/>
    <w:rsid w:val="00E83E61"/>
    <w:rsid w:val="00E84A5A"/>
    <w:rsid w:val="00E85649"/>
    <w:rsid w:val="00E879F2"/>
    <w:rsid w:val="00E915F6"/>
    <w:rsid w:val="00E92EF3"/>
    <w:rsid w:val="00E92F7D"/>
    <w:rsid w:val="00E96679"/>
    <w:rsid w:val="00EA1327"/>
    <w:rsid w:val="00EA1517"/>
    <w:rsid w:val="00EA6784"/>
    <w:rsid w:val="00EA785D"/>
    <w:rsid w:val="00EB168A"/>
    <w:rsid w:val="00EB54E5"/>
    <w:rsid w:val="00EB74A8"/>
    <w:rsid w:val="00EB7AED"/>
    <w:rsid w:val="00EC0431"/>
    <w:rsid w:val="00EC0BA9"/>
    <w:rsid w:val="00EC47DF"/>
    <w:rsid w:val="00EC737A"/>
    <w:rsid w:val="00EC7902"/>
    <w:rsid w:val="00ED2689"/>
    <w:rsid w:val="00ED41D6"/>
    <w:rsid w:val="00ED712E"/>
    <w:rsid w:val="00EE0977"/>
    <w:rsid w:val="00EE0D86"/>
    <w:rsid w:val="00EE0F4E"/>
    <w:rsid w:val="00EF0AA1"/>
    <w:rsid w:val="00EF2C4A"/>
    <w:rsid w:val="00EF3FE8"/>
    <w:rsid w:val="00EF4810"/>
    <w:rsid w:val="00EF4A41"/>
    <w:rsid w:val="00EF7853"/>
    <w:rsid w:val="00F00CCD"/>
    <w:rsid w:val="00F00FFE"/>
    <w:rsid w:val="00F0196C"/>
    <w:rsid w:val="00F061A5"/>
    <w:rsid w:val="00F06747"/>
    <w:rsid w:val="00F0694B"/>
    <w:rsid w:val="00F07AD7"/>
    <w:rsid w:val="00F11A1A"/>
    <w:rsid w:val="00F126E8"/>
    <w:rsid w:val="00F149BF"/>
    <w:rsid w:val="00F14ACB"/>
    <w:rsid w:val="00F14D5C"/>
    <w:rsid w:val="00F14E2D"/>
    <w:rsid w:val="00F15543"/>
    <w:rsid w:val="00F22601"/>
    <w:rsid w:val="00F27945"/>
    <w:rsid w:val="00F27A18"/>
    <w:rsid w:val="00F31B4E"/>
    <w:rsid w:val="00F31E76"/>
    <w:rsid w:val="00F326A0"/>
    <w:rsid w:val="00F334D3"/>
    <w:rsid w:val="00F33849"/>
    <w:rsid w:val="00F3440E"/>
    <w:rsid w:val="00F365CB"/>
    <w:rsid w:val="00F36C53"/>
    <w:rsid w:val="00F37CDE"/>
    <w:rsid w:val="00F37E74"/>
    <w:rsid w:val="00F403CD"/>
    <w:rsid w:val="00F40929"/>
    <w:rsid w:val="00F41FF5"/>
    <w:rsid w:val="00F45E2A"/>
    <w:rsid w:val="00F46322"/>
    <w:rsid w:val="00F47B04"/>
    <w:rsid w:val="00F51756"/>
    <w:rsid w:val="00F524D1"/>
    <w:rsid w:val="00F52605"/>
    <w:rsid w:val="00F528B1"/>
    <w:rsid w:val="00F578CF"/>
    <w:rsid w:val="00F6151B"/>
    <w:rsid w:val="00F615B3"/>
    <w:rsid w:val="00F61888"/>
    <w:rsid w:val="00F62250"/>
    <w:rsid w:val="00F67A14"/>
    <w:rsid w:val="00F70169"/>
    <w:rsid w:val="00F70E47"/>
    <w:rsid w:val="00F715C0"/>
    <w:rsid w:val="00F72528"/>
    <w:rsid w:val="00F74048"/>
    <w:rsid w:val="00F843C4"/>
    <w:rsid w:val="00F84F77"/>
    <w:rsid w:val="00F852FE"/>
    <w:rsid w:val="00F90A6B"/>
    <w:rsid w:val="00F9272D"/>
    <w:rsid w:val="00F93268"/>
    <w:rsid w:val="00F939FA"/>
    <w:rsid w:val="00F954F7"/>
    <w:rsid w:val="00FA5CE3"/>
    <w:rsid w:val="00FA5DA4"/>
    <w:rsid w:val="00FA66F1"/>
    <w:rsid w:val="00FB275A"/>
    <w:rsid w:val="00FB2EA6"/>
    <w:rsid w:val="00FB313E"/>
    <w:rsid w:val="00FB73CD"/>
    <w:rsid w:val="00FB753A"/>
    <w:rsid w:val="00FB779F"/>
    <w:rsid w:val="00FB7B9A"/>
    <w:rsid w:val="00FC1E23"/>
    <w:rsid w:val="00FC2B94"/>
    <w:rsid w:val="00FC380A"/>
    <w:rsid w:val="00FC39ED"/>
    <w:rsid w:val="00FC4824"/>
    <w:rsid w:val="00FC4D11"/>
    <w:rsid w:val="00FC5A8C"/>
    <w:rsid w:val="00FC608E"/>
    <w:rsid w:val="00FC60B5"/>
    <w:rsid w:val="00FD023B"/>
    <w:rsid w:val="00FD0540"/>
    <w:rsid w:val="00FD1484"/>
    <w:rsid w:val="00FD3997"/>
    <w:rsid w:val="00FD5451"/>
    <w:rsid w:val="00FD56B1"/>
    <w:rsid w:val="00FD59BB"/>
    <w:rsid w:val="00FD679E"/>
    <w:rsid w:val="00FE1AC8"/>
    <w:rsid w:val="00FE1BBB"/>
    <w:rsid w:val="00FE26C4"/>
    <w:rsid w:val="00FE4346"/>
    <w:rsid w:val="00FE6A43"/>
    <w:rsid w:val="00FE7696"/>
    <w:rsid w:val="00FE7800"/>
    <w:rsid w:val="00FE7918"/>
    <w:rsid w:val="00FF1C65"/>
    <w:rsid w:val="00FF28D4"/>
    <w:rsid w:val="00FF43AD"/>
    <w:rsid w:val="00FF48D3"/>
    <w:rsid w:val="00FF6057"/>
    <w:rsid w:val="00FF62D3"/>
    <w:rsid w:val="00FF6C6E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2F8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0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86</Words>
  <Characters>494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загальну кількість акцій та голосуючих акцій </dc:title>
  <dc:subject/>
  <dc:creator>Vladimir St.</dc:creator>
  <cp:keywords/>
  <dc:description/>
  <cp:lastModifiedBy>SHA</cp:lastModifiedBy>
  <cp:revision>4</cp:revision>
  <cp:lastPrinted>2018-03-12T10:46:00Z</cp:lastPrinted>
  <dcterms:created xsi:type="dcterms:W3CDTF">2020-11-18T13:53:00Z</dcterms:created>
  <dcterms:modified xsi:type="dcterms:W3CDTF">2020-11-19T12:50:00Z</dcterms:modified>
</cp:coreProperties>
</file>